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273" w:rsidRPr="00DD343D" w:rsidRDefault="002E4273" w:rsidP="00DD343D">
      <w:pPr>
        <w:jc w:val="center"/>
        <w:rPr>
          <w:b/>
        </w:rPr>
      </w:pPr>
      <w:r w:rsidRPr="00DD343D">
        <w:rPr>
          <w:b/>
        </w:rPr>
        <w:t>Formularz ofertowy</w:t>
      </w:r>
    </w:p>
    <w:p w:rsidR="002E4273" w:rsidRPr="00DD343D" w:rsidRDefault="002E4273" w:rsidP="00DD343D"/>
    <w:p w:rsidR="002E4273" w:rsidRPr="00DD343D" w:rsidRDefault="002E4273" w:rsidP="00DD343D">
      <w:pPr>
        <w:pStyle w:val="ListParagraph"/>
        <w:numPr>
          <w:ilvl w:val="0"/>
          <w:numId w:val="2"/>
        </w:numPr>
      </w:pPr>
      <w:r w:rsidRPr="00DD343D">
        <w:t xml:space="preserve">Prowadzący rozpoznanie cenowe: </w:t>
      </w:r>
    </w:p>
    <w:p w:rsidR="002E4273" w:rsidRPr="00DD343D" w:rsidRDefault="002E4273" w:rsidP="00DD343D">
      <w:r w:rsidRPr="00DD343D">
        <w:t>Genera</w:t>
      </w:r>
      <w:r>
        <w:t xml:space="preserve">lna Dyrekcja Ochrony Środowiska, </w:t>
      </w:r>
      <w:r w:rsidRPr="00DD343D">
        <w:t xml:space="preserve">ul. Wawelska 52/54 </w:t>
      </w:r>
      <w:r>
        <w:t xml:space="preserve">, </w:t>
      </w:r>
      <w:r w:rsidRPr="00DD343D">
        <w:t xml:space="preserve">00-922 Warszawa </w:t>
      </w:r>
    </w:p>
    <w:p w:rsidR="002E4273" w:rsidRDefault="002E4273" w:rsidP="00DD343D">
      <w:pPr>
        <w:pStyle w:val="ListParagraph"/>
        <w:numPr>
          <w:ilvl w:val="0"/>
          <w:numId w:val="2"/>
        </w:numPr>
      </w:pPr>
      <w:r>
        <w:t>Dane Wykonawcy (nazwa, adres, osoba do kontaktu ze strony Wykonawcy w sprawie zamówienia):</w:t>
      </w:r>
    </w:p>
    <w:p w:rsidR="002E4273" w:rsidRDefault="002E4273" w:rsidP="00DD343D"/>
    <w:p w:rsidR="002E4273" w:rsidRDefault="002E4273" w:rsidP="00DD343D"/>
    <w:p w:rsidR="002E4273" w:rsidRDefault="002E4273" w:rsidP="00DD343D"/>
    <w:p w:rsidR="002E4273" w:rsidRDefault="002E4273" w:rsidP="00DD343D">
      <w:pPr>
        <w:pStyle w:val="ListParagraph"/>
        <w:numPr>
          <w:ilvl w:val="0"/>
          <w:numId w:val="2"/>
        </w:numPr>
      </w:pPr>
      <w:r>
        <w:t xml:space="preserve">Przedmiot szacowania: </w:t>
      </w:r>
    </w:p>
    <w:p w:rsidR="002E4273" w:rsidRPr="00DD343D" w:rsidRDefault="002E4273" w:rsidP="00DD343D">
      <w:r w:rsidRPr="00DD343D">
        <w:t xml:space="preserve">Zamówienie dotyczy szacowanych kosztów sporządzenia ekspertyzy, dotyczącej wskazania procedury ustanawiania zabezpieczenia roszczeń z tytułu wystąpienia negatywnych skutków w środowisku  oraz szkód w środowisku w rozumieniu ustawy z dnia 13 kwietnia 2007r. o zapobieganiu szkodom w środowisku i ich naprawie, o którym mowa w art. 187 ustawy z dnia 27 kwietnia 2001r. Prawo </w:t>
      </w:r>
      <w:bookmarkStart w:id="0" w:name="_GoBack"/>
      <w:bookmarkEnd w:id="0"/>
      <w:r w:rsidRPr="00DD343D">
        <w:t>ochrony środowiska.</w:t>
      </w:r>
    </w:p>
    <w:p w:rsidR="002E4273" w:rsidRDefault="002E4273" w:rsidP="00DD343D">
      <w:pPr>
        <w:pStyle w:val="ListParagraph"/>
        <w:numPr>
          <w:ilvl w:val="0"/>
          <w:numId w:val="2"/>
        </w:numPr>
      </w:pPr>
      <w:r>
        <w:t>Wycena usługi: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79"/>
        <w:gridCol w:w="1737"/>
        <w:gridCol w:w="1496"/>
        <w:gridCol w:w="1738"/>
        <w:gridCol w:w="1543"/>
        <w:gridCol w:w="1069"/>
      </w:tblGrid>
      <w:tr w:rsidR="002E4273" w:rsidTr="004D1152">
        <w:tc>
          <w:tcPr>
            <w:tcW w:w="1479" w:type="dxa"/>
          </w:tcPr>
          <w:p w:rsidR="002E4273" w:rsidRDefault="002E4273" w:rsidP="00DD343D">
            <w:r>
              <w:t>Zadanie</w:t>
            </w:r>
          </w:p>
        </w:tc>
        <w:tc>
          <w:tcPr>
            <w:tcW w:w="1737" w:type="dxa"/>
          </w:tcPr>
          <w:p w:rsidR="002E4273" w:rsidRDefault="002E4273" w:rsidP="00DD343D">
            <w:r>
              <w:t>Cena jednostkowa netto</w:t>
            </w:r>
          </w:p>
        </w:tc>
        <w:tc>
          <w:tcPr>
            <w:tcW w:w="1496" w:type="dxa"/>
          </w:tcPr>
          <w:p w:rsidR="002E4273" w:rsidRDefault="002E4273" w:rsidP="00DD343D">
            <w:r>
              <w:t>Podatek VAT</w:t>
            </w:r>
          </w:p>
        </w:tc>
        <w:tc>
          <w:tcPr>
            <w:tcW w:w="1738" w:type="dxa"/>
          </w:tcPr>
          <w:p w:rsidR="002E4273" w:rsidRDefault="002E4273" w:rsidP="00DD343D">
            <w:r>
              <w:t>Cena jednostkowa brutto</w:t>
            </w:r>
          </w:p>
        </w:tc>
        <w:tc>
          <w:tcPr>
            <w:tcW w:w="1543" w:type="dxa"/>
          </w:tcPr>
          <w:p w:rsidR="002E4273" w:rsidRDefault="002E4273" w:rsidP="00DD343D">
            <w:r>
              <w:t>Liczba roboczogodzin</w:t>
            </w:r>
          </w:p>
        </w:tc>
        <w:tc>
          <w:tcPr>
            <w:tcW w:w="1069" w:type="dxa"/>
          </w:tcPr>
          <w:p w:rsidR="002E4273" w:rsidRDefault="002E4273" w:rsidP="00DD343D">
            <w:r>
              <w:t>Uwagi</w:t>
            </w:r>
          </w:p>
        </w:tc>
      </w:tr>
      <w:tr w:rsidR="002E4273" w:rsidTr="004D1152">
        <w:tc>
          <w:tcPr>
            <w:tcW w:w="1479" w:type="dxa"/>
          </w:tcPr>
          <w:p w:rsidR="002E4273" w:rsidRDefault="002E4273" w:rsidP="00DD343D"/>
        </w:tc>
        <w:tc>
          <w:tcPr>
            <w:tcW w:w="1737" w:type="dxa"/>
          </w:tcPr>
          <w:p w:rsidR="002E4273" w:rsidRDefault="002E4273" w:rsidP="00DD343D"/>
        </w:tc>
        <w:tc>
          <w:tcPr>
            <w:tcW w:w="1496" w:type="dxa"/>
          </w:tcPr>
          <w:p w:rsidR="002E4273" w:rsidRDefault="002E4273" w:rsidP="00DD343D"/>
        </w:tc>
        <w:tc>
          <w:tcPr>
            <w:tcW w:w="1738" w:type="dxa"/>
          </w:tcPr>
          <w:p w:rsidR="002E4273" w:rsidRDefault="002E4273" w:rsidP="00DD343D"/>
        </w:tc>
        <w:tc>
          <w:tcPr>
            <w:tcW w:w="1543" w:type="dxa"/>
          </w:tcPr>
          <w:p w:rsidR="002E4273" w:rsidRDefault="002E4273" w:rsidP="00DD343D"/>
        </w:tc>
        <w:tc>
          <w:tcPr>
            <w:tcW w:w="1069" w:type="dxa"/>
          </w:tcPr>
          <w:p w:rsidR="002E4273" w:rsidRDefault="002E4273" w:rsidP="00DD343D"/>
        </w:tc>
      </w:tr>
    </w:tbl>
    <w:p w:rsidR="002E4273" w:rsidRPr="00DD343D" w:rsidRDefault="002E4273" w:rsidP="00DD343D">
      <w:r w:rsidRPr="00DD343D">
        <w:br/>
        <w:t>Ustalenie prawidłowej stawki podatku VAT, zgodnej z obowiązującymi przepisami ustawy o podatku od towarów i usług, należy do Wykonawcy.</w:t>
      </w:r>
    </w:p>
    <w:p w:rsidR="002E4273" w:rsidRPr="00DD343D" w:rsidRDefault="002E4273" w:rsidP="00DD343D"/>
    <w:p w:rsidR="002E4273" w:rsidRPr="00DD343D" w:rsidRDefault="002E4273" w:rsidP="00DD343D"/>
    <w:p w:rsidR="002E4273" w:rsidRPr="00DD343D" w:rsidRDefault="002E4273" w:rsidP="00DD343D"/>
    <w:p w:rsidR="002E4273" w:rsidRPr="00DD343D" w:rsidRDefault="002E4273" w:rsidP="00DD343D">
      <w:r w:rsidRPr="00DD343D">
        <w:t xml:space="preserve">…………………………………...                                                        </w:t>
      </w:r>
      <w:r w:rsidRPr="00DD343D">
        <w:tab/>
      </w:r>
      <w:r w:rsidRPr="00DD343D">
        <w:tab/>
        <w:t>……………………………………</w:t>
      </w:r>
    </w:p>
    <w:p w:rsidR="002E4273" w:rsidRPr="00DD343D" w:rsidRDefault="002E4273" w:rsidP="00DD343D">
      <w:pPr>
        <w:tabs>
          <w:tab w:val="left" w:pos="6645"/>
        </w:tabs>
      </w:pPr>
      <w:r>
        <w:t xml:space="preserve">     m</w:t>
      </w:r>
      <w:r w:rsidRPr="00DD343D">
        <w:t>iejscowość, data</w:t>
      </w:r>
      <w:r>
        <w:t xml:space="preserve">                                                                        </w:t>
      </w:r>
      <w:r w:rsidRPr="00DD343D">
        <w:t>podpis i pieczęć Wykonawcy</w:t>
      </w:r>
    </w:p>
    <w:sectPr w:rsidR="002E4273" w:rsidRPr="00DD343D" w:rsidSect="001820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3C109C"/>
    <w:multiLevelType w:val="hybridMultilevel"/>
    <w:tmpl w:val="B9B038B0"/>
    <w:lvl w:ilvl="0" w:tplc="63D6880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2160" w:hanging="180"/>
      </w:pPr>
      <w:rPr>
        <w:rFonts w:cs="Times New Roman"/>
      </w:rPr>
    </w:lvl>
    <w:lvl w:ilvl="3" w:tplc="281E950A">
      <w:start w:val="1"/>
      <w:numFmt w:val="lowerLetter"/>
      <w:lvlText w:val="%4."/>
      <w:lvlJc w:val="left"/>
      <w:pPr>
        <w:ind w:left="3360" w:hanging="84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F932BA6"/>
    <w:multiLevelType w:val="hybridMultilevel"/>
    <w:tmpl w:val="8E96ADA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343D"/>
    <w:rsid w:val="001820AB"/>
    <w:rsid w:val="002E4273"/>
    <w:rsid w:val="00386393"/>
    <w:rsid w:val="004D1152"/>
    <w:rsid w:val="00777614"/>
    <w:rsid w:val="00C44696"/>
    <w:rsid w:val="00DD3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43D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D343D"/>
    <w:pPr>
      <w:ind w:left="720"/>
      <w:contextualSpacing/>
    </w:pPr>
    <w:rPr>
      <w:rFonts w:eastAsia="Calibri"/>
      <w:lang w:eastAsia="en-US"/>
    </w:rPr>
  </w:style>
  <w:style w:type="table" w:styleId="TableGrid">
    <w:name w:val="Table Grid"/>
    <w:basedOn w:val="TableNormal"/>
    <w:uiPriority w:val="99"/>
    <w:rsid w:val="00DD343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158</Words>
  <Characters>948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Renata Putkowska</dc:creator>
  <cp:keywords/>
  <dc:description/>
  <cp:lastModifiedBy>enowakowska</cp:lastModifiedBy>
  <cp:revision>2</cp:revision>
  <dcterms:created xsi:type="dcterms:W3CDTF">2015-09-22T12:19:00Z</dcterms:created>
  <dcterms:modified xsi:type="dcterms:W3CDTF">2015-09-22T12:19:00Z</dcterms:modified>
</cp:coreProperties>
</file>