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B1A" w:rsidRDefault="00474B1A" w:rsidP="00BC0659">
      <w:pPr>
        <w:spacing w:before="120"/>
        <w:jc w:val="center"/>
        <w:rPr>
          <w:b/>
          <w:bCs/>
          <w:lang w:eastAsia="en-US"/>
        </w:rPr>
      </w:pPr>
      <w:r>
        <w:rPr>
          <w:b/>
          <w:bCs/>
          <w:lang w:eastAsia="en-US"/>
        </w:rPr>
        <w:t>Formularz ofertowy</w:t>
      </w:r>
    </w:p>
    <w:p w:rsidR="00474B1A" w:rsidRPr="00BC0659" w:rsidRDefault="00474B1A" w:rsidP="00784A7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3"/>
        <w:jc w:val="both"/>
        <w:rPr>
          <w:color w:val="000000"/>
          <w:lang w:eastAsia="en-US"/>
        </w:rPr>
      </w:pPr>
      <w:r w:rsidRPr="00BC0659">
        <w:rPr>
          <w:bCs/>
          <w:color w:val="000000"/>
          <w:lang w:eastAsia="en-US"/>
        </w:rPr>
        <w:t xml:space="preserve">PROWADZĄCY ROZPOZNANIE CENOWE: </w:t>
      </w:r>
    </w:p>
    <w:p w:rsidR="00474B1A" w:rsidRPr="00BC0659" w:rsidRDefault="00474B1A" w:rsidP="00784A78">
      <w:pPr>
        <w:autoSpaceDE w:val="0"/>
        <w:autoSpaceDN w:val="0"/>
        <w:adjustRightInd w:val="0"/>
        <w:spacing w:after="0" w:line="240" w:lineRule="auto"/>
        <w:ind w:left="284"/>
        <w:jc w:val="both"/>
        <w:rPr>
          <w:color w:val="000000"/>
          <w:lang w:eastAsia="en-US"/>
        </w:rPr>
      </w:pPr>
      <w:r w:rsidRPr="00BC0659">
        <w:rPr>
          <w:color w:val="000000"/>
          <w:lang w:eastAsia="en-US"/>
        </w:rPr>
        <w:t xml:space="preserve">Generalna Dyrekcja Ochrony Środowiska </w:t>
      </w:r>
    </w:p>
    <w:p w:rsidR="00474B1A" w:rsidRPr="00BC0659" w:rsidRDefault="00474B1A" w:rsidP="00784A78">
      <w:pPr>
        <w:autoSpaceDE w:val="0"/>
        <w:autoSpaceDN w:val="0"/>
        <w:adjustRightInd w:val="0"/>
        <w:spacing w:after="0" w:line="240" w:lineRule="auto"/>
        <w:ind w:left="284"/>
        <w:jc w:val="both"/>
        <w:rPr>
          <w:color w:val="000000"/>
          <w:lang w:eastAsia="en-US"/>
        </w:rPr>
      </w:pPr>
      <w:r w:rsidRPr="00BC0659">
        <w:rPr>
          <w:color w:val="000000"/>
          <w:lang w:eastAsia="en-US"/>
        </w:rPr>
        <w:t xml:space="preserve">ul. Wawelska 52/54 </w:t>
      </w:r>
    </w:p>
    <w:p w:rsidR="00474B1A" w:rsidRPr="00BC0659" w:rsidRDefault="00474B1A" w:rsidP="00784A78">
      <w:pPr>
        <w:autoSpaceDE w:val="0"/>
        <w:autoSpaceDN w:val="0"/>
        <w:adjustRightInd w:val="0"/>
        <w:spacing w:after="0" w:line="240" w:lineRule="auto"/>
        <w:ind w:left="284"/>
        <w:jc w:val="both"/>
        <w:rPr>
          <w:color w:val="000000"/>
          <w:lang w:eastAsia="en-US"/>
        </w:rPr>
      </w:pPr>
      <w:r w:rsidRPr="00BC0659">
        <w:rPr>
          <w:color w:val="000000"/>
          <w:lang w:eastAsia="en-US"/>
        </w:rPr>
        <w:t xml:space="preserve">00-922 Warszawa </w:t>
      </w:r>
      <w:bookmarkStart w:id="0" w:name="_GoBack"/>
      <w:bookmarkEnd w:id="0"/>
    </w:p>
    <w:p w:rsidR="00474B1A" w:rsidRPr="00606D40" w:rsidRDefault="00474B1A" w:rsidP="00784A78">
      <w:pPr>
        <w:spacing w:after="0" w:line="240" w:lineRule="auto"/>
      </w:pPr>
    </w:p>
    <w:p w:rsidR="00474B1A" w:rsidRPr="00606D40" w:rsidRDefault="00474B1A" w:rsidP="00784A78">
      <w:pPr>
        <w:pStyle w:val="ListParagraph"/>
        <w:numPr>
          <w:ilvl w:val="0"/>
          <w:numId w:val="1"/>
        </w:numPr>
        <w:spacing w:after="0" w:line="240" w:lineRule="auto"/>
        <w:ind w:left="284" w:hanging="284"/>
        <w:jc w:val="both"/>
      </w:pPr>
      <w:r w:rsidRPr="00606D40">
        <w:t xml:space="preserve">Zamówienie dotyczy szacowanych kosztów </w:t>
      </w:r>
      <w:r w:rsidRPr="00606D40">
        <w:rPr>
          <w:bCs/>
          <w:color w:val="000000"/>
        </w:rPr>
        <w:t>ś</w:t>
      </w:r>
      <w:r>
        <w:rPr>
          <w:bCs/>
          <w:color w:val="000000"/>
        </w:rPr>
        <w:t>wiadczenia</w:t>
      </w:r>
      <w:r w:rsidRPr="00606D40">
        <w:rPr>
          <w:bCs/>
          <w:color w:val="000000"/>
        </w:rPr>
        <w:t xml:space="preserve"> usług cateringowych </w:t>
      </w:r>
      <w:r w:rsidRPr="00606D40">
        <w:rPr>
          <w:bCs/>
          <w:color w:val="000000"/>
        </w:rPr>
        <w:br/>
        <w:t>na potrzeby spotkań organizowanych w ramach działalności Sieci ,,Partnerstwo: Środowisko dla Rozwoju”</w:t>
      </w:r>
      <w:r>
        <w:rPr>
          <w:bCs/>
          <w:color w:val="000000"/>
        </w:rPr>
        <w:t xml:space="preserve"> w okresie październik 2015 – grudzień 2016</w:t>
      </w:r>
    </w:p>
    <w:p w:rsidR="00474B1A" w:rsidRPr="00606D40" w:rsidRDefault="00474B1A" w:rsidP="00784A78">
      <w:pPr>
        <w:tabs>
          <w:tab w:val="left" w:pos="400"/>
        </w:tabs>
        <w:spacing w:after="0" w:line="240" w:lineRule="auto"/>
        <w:ind w:left="2160"/>
        <w:jc w:val="both"/>
        <w:rPr>
          <w:color w:val="000000"/>
        </w:rPr>
      </w:pPr>
      <w:r w:rsidRPr="00606D40">
        <w:rPr>
          <w:color w:val="000000"/>
        </w:rPr>
        <w:t xml:space="preserve">           </w:t>
      </w:r>
    </w:p>
    <w:p w:rsidR="00474B1A" w:rsidRDefault="00474B1A" w:rsidP="00784A78">
      <w:pPr>
        <w:tabs>
          <w:tab w:val="left" w:pos="400"/>
        </w:tabs>
        <w:spacing w:after="0" w:line="240" w:lineRule="auto"/>
        <w:ind w:left="284"/>
        <w:jc w:val="both"/>
        <w:rPr>
          <w:color w:val="000000"/>
        </w:rPr>
      </w:pPr>
    </w:p>
    <w:p w:rsidR="00474B1A" w:rsidRPr="00606D40" w:rsidRDefault="00474B1A" w:rsidP="00784A78">
      <w:pPr>
        <w:tabs>
          <w:tab w:val="left" w:pos="400"/>
        </w:tabs>
        <w:spacing w:after="0" w:line="240" w:lineRule="auto"/>
        <w:ind w:left="284"/>
        <w:jc w:val="both"/>
        <w:rPr>
          <w:color w:val="000000"/>
        </w:rPr>
      </w:pPr>
      <w:r>
        <w:rPr>
          <w:color w:val="000000"/>
        </w:rPr>
        <w:t>Dane Wykonawcy</w:t>
      </w:r>
      <w:r w:rsidRPr="00606D40">
        <w:rPr>
          <w:color w:val="000000"/>
        </w:rPr>
        <w:t>:</w:t>
      </w:r>
      <w:r>
        <w:rPr>
          <w:color w:val="000000"/>
        </w:rPr>
        <w:t xml:space="preserve"> …………………………………………………………………………………………………………………………</w:t>
      </w:r>
    </w:p>
    <w:p w:rsidR="00474B1A" w:rsidRDefault="00474B1A" w:rsidP="00784A78">
      <w:pPr>
        <w:tabs>
          <w:tab w:val="left" w:pos="400"/>
        </w:tabs>
        <w:spacing w:after="0" w:line="240" w:lineRule="auto"/>
        <w:ind w:left="284"/>
        <w:jc w:val="both"/>
        <w:rPr>
          <w:i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784A78">
        <w:rPr>
          <w:i/>
          <w:color w:val="000000"/>
          <w:sz w:val="16"/>
          <w:szCs w:val="16"/>
        </w:rPr>
        <w:t>(nazwa, adres)</w:t>
      </w:r>
    </w:p>
    <w:p w:rsidR="00474B1A" w:rsidRPr="00784A78" w:rsidRDefault="00474B1A" w:rsidP="00784A78">
      <w:pPr>
        <w:tabs>
          <w:tab w:val="left" w:pos="400"/>
        </w:tabs>
        <w:spacing w:after="0" w:line="240" w:lineRule="auto"/>
        <w:ind w:left="284"/>
        <w:jc w:val="both"/>
        <w:rPr>
          <w:i/>
          <w:color w:val="000000"/>
          <w:sz w:val="16"/>
          <w:szCs w:val="16"/>
        </w:rPr>
      </w:pPr>
    </w:p>
    <w:p w:rsidR="00474B1A" w:rsidRDefault="00474B1A" w:rsidP="00784A78">
      <w:pPr>
        <w:tabs>
          <w:tab w:val="left" w:pos="400"/>
        </w:tabs>
        <w:spacing w:after="0" w:line="240" w:lineRule="auto"/>
        <w:ind w:left="284"/>
        <w:jc w:val="both"/>
        <w:rPr>
          <w:color w:val="000000"/>
        </w:rPr>
      </w:pPr>
    </w:p>
    <w:p w:rsidR="00474B1A" w:rsidRDefault="00474B1A" w:rsidP="00784A78">
      <w:pPr>
        <w:tabs>
          <w:tab w:val="left" w:pos="400"/>
        </w:tabs>
        <w:spacing w:after="0" w:line="240" w:lineRule="auto"/>
        <w:ind w:left="284"/>
        <w:jc w:val="both"/>
        <w:rPr>
          <w:color w:val="000000"/>
        </w:rPr>
      </w:pPr>
      <w:r>
        <w:rPr>
          <w:color w:val="000000"/>
        </w:rPr>
        <w:t>Oferowana c</w:t>
      </w:r>
      <w:r w:rsidRPr="00606D40">
        <w:rPr>
          <w:color w:val="000000"/>
        </w:rPr>
        <w:t xml:space="preserve">ena </w:t>
      </w:r>
      <w:r>
        <w:rPr>
          <w:color w:val="000000"/>
        </w:rPr>
        <w:t>netto ……………………</w:t>
      </w:r>
      <w:r w:rsidRPr="00606D40">
        <w:rPr>
          <w:color w:val="000000"/>
        </w:rPr>
        <w:t xml:space="preserve">brutto ……………………zł </w:t>
      </w:r>
    </w:p>
    <w:p w:rsidR="00474B1A" w:rsidRDefault="00474B1A" w:rsidP="00784A78">
      <w:pPr>
        <w:tabs>
          <w:tab w:val="left" w:pos="400"/>
        </w:tabs>
        <w:spacing w:after="0" w:line="240" w:lineRule="auto"/>
        <w:ind w:left="284"/>
        <w:jc w:val="both"/>
        <w:rPr>
          <w:color w:val="000000"/>
        </w:rPr>
      </w:pPr>
    </w:p>
    <w:p w:rsidR="00474B1A" w:rsidRDefault="00474B1A" w:rsidP="00784A78">
      <w:pPr>
        <w:tabs>
          <w:tab w:val="left" w:pos="400"/>
        </w:tabs>
        <w:spacing w:after="0" w:line="240" w:lineRule="auto"/>
        <w:ind w:left="284"/>
        <w:jc w:val="both"/>
        <w:rPr>
          <w:color w:val="000000"/>
        </w:rPr>
      </w:pPr>
      <w:r w:rsidRPr="00606D40">
        <w:rPr>
          <w:color w:val="000000"/>
        </w:rPr>
        <w:t>(słownie</w:t>
      </w:r>
      <w:r>
        <w:rPr>
          <w:color w:val="000000"/>
        </w:rPr>
        <w:t xml:space="preserve"> brutto</w:t>
      </w:r>
      <w:r w:rsidRPr="00606D40">
        <w:rPr>
          <w:color w:val="000000"/>
        </w:rPr>
        <w:t xml:space="preserve">: </w:t>
      </w:r>
      <w:r>
        <w:rPr>
          <w:color w:val="000000"/>
        </w:rPr>
        <w:t>…………………………………………………………..</w:t>
      </w:r>
      <w:r w:rsidRPr="00606D40">
        <w:rPr>
          <w:color w:val="000000"/>
        </w:rPr>
        <w:t>…………………………………………… zł) w tym:</w:t>
      </w:r>
    </w:p>
    <w:p w:rsidR="00474B1A" w:rsidRPr="00606D40" w:rsidRDefault="00474B1A" w:rsidP="00784A78">
      <w:pPr>
        <w:tabs>
          <w:tab w:val="left" w:pos="400"/>
        </w:tabs>
        <w:spacing w:after="0" w:line="240" w:lineRule="auto"/>
        <w:ind w:left="284"/>
        <w:jc w:val="both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68"/>
        <w:gridCol w:w="1984"/>
        <w:gridCol w:w="1984"/>
        <w:gridCol w:w="2126"/>
      </w:tblGrid>
      <w:tr w:rsidR="00474B1A" w:rsidRPr="00606D40" w:rsidTr="00B11FEF">
        <w:tc>
          <w:tcPr>
            <w:tcW w:w="1668" w:type="dxa"/>
          </w:tcPr>
          <w:p w:rsidR="00474B1A" w:rsidRPr="00B11FEF" w:rsidRDefault="00474B1A" w:rsidP="00B11FEF">
            <w:pP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1984" w:type="dxa"/>
          </w:tcPr>
          <w:p w:rsidR="00474B1A" w:rsidRPr="00B11FEF" w:rsidRDefault="00474B1A" w:rsidP="00B11FEF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B11FEF">
              <w:rPr>
                <w:b/>
                <w:color w:val="000000"/>
              </w:rPr>
              <w:t>Cena jednostkowa brutto (tj. za 1 osobę)</w:t>
            </w:r>
          </w:p>
        </w:tc>
        <w:tc>
          <w:tcPr>
            <w:tcW w:w="1984" w:type="dxa"/>
          </w:tcPr>
          <w:p w:rsidR="00474B1A" w:rsidRPr="00B11FEF" w:rsidRDefault="00474B1A" w:rsidP="00B11FEF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B11FEF">
              <w:rPr>
                <w:b/>
                <w:color w:val="000000"/>
              </w:rPr>
              <w:t>Ilość osób uczestniczących w spotkaniach w 2014</w:t>
            </w:r>
          </w:p>
        </w:tc>
        <w:tc>
          <w:tcPr>
            <w:tcW w:w="2126" w:type="dxa"/>
          </w:tcPr>
          <w:p w:rsidR="00474B1A" w:rsidRPr="00B11FEF" w:rsidRDefault="00474B1A" w:rsidP="00B11FEF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B11FEF">
              <w:rPr>
                <w:b/>
                <w:color w:val="000000"/>
              </w:rPr>
              <w:t>Wartość brutto</w:t>
            </w:r>
          </w:p>
        </w:tc>
      </w:tr>
      <w:tr w:rsidR="00474B1A" w:rsidRPr="00606D40" w:rsidTr="00B11FEF">
        <w:tc>
          <w:tcPr>
            <w:tcW w:w="1668" w:type="dxa"/>
          </w:tcPr>
          <w:p w:rsidR="00474B1A" w:rsidRPr="00B11FEF" w:rsidRDefault="00474B1A" w:rsidP="00B11FEF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B11FEF">
              <w:rPr>
                <w:b/>
                <w:color w:val="000000"/>
              </w:rPr>
              <w:t>1</w:t>
            </w:r>
          </w:p>
        </w:tc>
        <w:tc>
          <w:tcPr>
            <w:tcW w:w="1984" w:type="dxa"/>
          </w:tcPr>
          <w:p w:rsidR="00474B1A" w:rsidRPr="00B11FEF" w:rsidRDefault="00474B1A" w:rsidP="00B11FEF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B11FEF">
              <w:rPr>
                <w:b/>
                <w:color w:val="000000"/>
              </w:rPr>
              <w:t>2</w:t>
            </w:r>
          </w:p>
        </w:tc>
        <w:tc>
          <w:tcPr>
            <w:tcW w:w="1984" w:type="dxa"/>
          </w:tcPr>
          <w:p w:rsidR="00474B1A" w:rsidRPr="00B11FEF" w:rsidRDefault="00474B1A" w:rsidP="00B11FEF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B11FEF">
              <w:rPr>
                <w:b/>
                <w:color w:val="000000"/>
              </w:rPr>
              <w:t>3</w:t>
            </w:r>
          </w:p>
        </w:tc>
        <w:tc>
          <w:tcPr>
            <w:tcW w:w="2126" w:type="dxa"/>
          </w:tcPr>
          <w:p w:rsidR="00474B1A" w:rsidRPr="00B11FEF" w:rsidRDefault="00474B1A" w:rsidP="00B11FEF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B11FEF">
              <w:rPr>
                <w:b/>
                <w:color w:val="000000"/>
              </w:rPr>
              <w:t>4</w:t>
            </w:r>
          </w:p>
        </w:tc>
      </w:tr>
      <w:tr w:rsidR="00474B1A" w:rsidRPr="00606D40" w:rsidTr="00B11FEF">
        <w:tc>
          <w:tcPr>
            <w:tcW w:w="1668" w:type="dxa"/>
          </w:tcPr>
          <w:p w:rsidR="00474B1A" w:rsidRPr="00B11FEF" w:rsidRDefault="00474B1A" w:rsidP="00B11FEF">
            <w:pPr>
              <w:spacing w:after="0" w:line="240" w:lineRule="auto"/>
              <w:jc w:val="center"/>
              <w:rPr>
                <w:color w:val="000000"/>
              </w:rPr>
            </w:pPr>
            <w:r w:rsidRPr="00B11FEF">
              <w:rPr>
                <w:color w:val="000000"/>
              </w:rPr>
              <w:t>Wersja podstawowa*</w:t>
            </w:r>
          </w:p>
        </w:tc>
        <w:tc>
          <w:tcPr>
            <w:tcW w:w="1984" w:type="dxa"/>
          </w:tcPr>
          <w:p w:rsidR="00474B1A" w:rsidRPr="00B11FEF" w:rsidRDefault="00474B1A" w:rsidP="00B11FEF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84" w:type="dxa"/>
          </w:tcPr>
          <w:p w:rsidR="00474B1A" w:rsidRPr="00B11FEF" w:rsidRDefault="00474B1A" w:rsidP="00B11FEF">
            <w:pPr>
              <w:spacing w:after="0" w:line="240" w:lineRule="auto"/>
              <w:jc w:val="center"/>
              <w:rPr>
                <w:color w:val="000000"/>
              </w:rPr>
            </w:pPr>
            <w:r w:rsidRPr="00B11FEF">
              <w:rPr>
                <w:color w:val="000000"/>
              </w:rPr>
              <w:t>600</w:t>
            </w:r>
          </w:p>
        </w:tc>
        <w:tc>
          <w:tcPr>
            <w:tcW w:w="2126" w:type="dxa"/>
          </w:tcPr>
          <w:p w:rsidR="00474B1A" w:rsidRPr="00B11FEF" w:rsidRDefault="00474B1A" w:rsidP="00B11FEF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474B1A" w:rsidRPr="00606D40" w:rsidTr="00B11FEF">
        <w:tc>
          <w:tcPr>
            <w:tcW w:w="1668" w:type="dxa"/>
          </w:tcPr>
          <w:p w:rsidR="00474B1A" w:rsidRPr="00B11FEF" w:rsidRDefault="00474B1A" w:rsidP="00B11FEF">
            <w:pPr>
              <w:spacing w:after="0" w:line="240" w:lineRule="auto"/>
              <w:jc w:val="center"/>
              <w:rPr>
                <w:color w:val="000000"/>
              </w:rPr>
            </w:pPr>
            <w:r w:rsidRPr="00B11FEF">
              <w:rPr>
                <w:color w:val="000000"/>
              </w:rPr>
              <w:t>Wersja pełna**</w:t>
            </w:r>
          </w:p>
        </w:tc>
        <w:tc>
          <w:tcPr>
            <w:tcW w:w="1984" w:type="dxa"/>
          </w:tcPr>
          <w:p w:rsidR="00474B1A" w:rsidRPr="00B11FEF" w:rsidRDefault="00474B1A" w:rsidP="00B11FEF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984" w:type="dxa"/>
          </w:tcPr>
          <w:p w:rsidR="00474B1A" w:rsidRPr="00B11FEF" w:rsidRDefault="00474B1A" w:rsidP="00B11FEF">
            <w:pPr>
              <w:spacing w:after="0" w:line="240" w:lineRule="auto"/>
              <w:jc w:val="center"/>
              <w:rPr>
                <w:color w:val="000000"/>
              </w:rPr>
            </w:pPr>
            <w:r w:rsidRPr="00B11FEF">
              <w:rPr>
                <w:color w:val="000000"/>
              </w:rPr>
              <w:t>400</w:t>
            </w:r>
          </w:p>
        </w:tc>
        <w:tc>
          <w:tcPr>
            <w:tcW w:w="2126" w:type="dxa"/>
          </w:tcPr>
          <w:p w:rsidR="00474B1A" w:rsidRPr="00B11FEF" w:rsidRDefault="00474B1A" w:rsidP="00B11FEF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474B1A" w:rsidRPr="00606D40" w:rsidTr="00B11FEF">
        <w:tc>
          <w:tcPr>
            <w:tcW w:w="1668" w:type="dxa"/>
          </w:tcPr>
          <w:p w:rsidR="00474B1A" w:rsidRPr="00B11FEF" w:rsidRDefault="00474B1A" w:rsidP="00B11FEF">
            <w:pPr>
              <w:spacing w:after="0" w:line="240" w:lineRule="auto"/>
              <w:jc w:val="center"/>
              <w:rPr>
                <w:color w:val="000000"/>
              </w:rPr>
            </w:pPr>
            <w:r w:rsidRPr="00B11FEF">
              <w:rPr>
                <w:color w:val="000000"/>
              </w:rPr>
              <w:t>X</w:t>
            </w:r>
          </w:p>
        </w:tc>
        <w:tc>
          <w:tcPr>
            <w:tcW w:w="1984" w:type="dxa"/>
          </w:tcPr>
          <w:p w:rsidR="00474B1A" w:rsidRPr="00B11FEF" w:rsidRDefault="00474B1A" w:rsidP="00B11FEF">
            <w:pPr>
              <w:spacing w:after="0" w:line="240" w:lineRule="auto"/>
              <w:jc w:val="center"/>
              <w:rPr>
                <w:color w:val="000000"/>
              </w:rPr>
            </w:pPr>
            <w:r w:rsidRPr="00B11FEF">
              <w:rPr>
                <w:color w:val="000000"/>
              </w:rPr>
              <w:t>X</w:t>
            </w:r>
          </w:p>
        </w:tc>
        <w:tc>
          <w:tcPr>
            <w:tcW w:w="1984" w:type="dxa"/>
          </w:tcPr>
          <w:p w:rsidR="00474B1A" w:rsidRPr="00B11FEF" w:rsidRDefault="00474B1A" w:rsidP="00B11FEF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B11FEF">
              <w:rPr>
                <w:b/>
                <w:color w:val="000000"/>
              </w:rPr>
              <w:t>Łączna wartość brutto</w:t>
            </w:r>
          </w:p>
        </w:tc>
        <w:tc>
          <w:tcPr>
            <w:tcW w:w="2126" w:type="dxa"/>
          </w:tcPr>
          <w:p w:rsidR="00474B1A" w:rsidRPr="00B11FEF" w:rsidRDefault="00474B1A" w:rsidP="00B11FEF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</w:tbl>
    <w:p w:rsidR="00474B1A" w:rsidRPr="00606D40" w:rsidRDefault="00474B1A" w:rsidP="00606D40">
      <w:pPr>
        <w:jc w:val="both"/>
        <w:rPr>
          <w:color w:val="000000"/>
        </w:rPr>
      </w:pPr>
      <w:r w:rsidRPr="00606D40">
        <w:rPr>
          <w:color w:val="000000"/>
        </w:rPr>
        <w:t>*</w:t>
      </w:r>
      <w:r w:rsidRPr="00606D40">
        <w:rPr>
          <w:b/>
          <w:color w:val="000000"/>
        </w:rPr>
        <w:t>wersja podstawowa</w:t>
      </w:r>
      <w:r w:rsidRPr="00606D40">
        <w:rPr>
          <w:color w:val="000000"/>
        </w:rPr>
        <w:t xml:space="preserve"> – suma cen jednostkowych brutto następujących pozycji: lunch </w:t>
      </w:r>
      <w:r w:rsidRPr="00606D40">
        <w:rPr>
          <w:color w:val="000000"/>
        </w:rPr>
        <w:br/>
        <w:t xml:space="preserve">w wersji podstawowej + przerwa kawowa w wersji podstawowej + kanapki (4 sztuki/osobę) </w:t>
      </w:r>
    </w:p>
    <w:p w:rsidR="00474B1A" w:rsidRPr="00606D40" w:rsidRDefault="00474B1A" w:rsidP="00606D40">
      <w:r w:rsidRPr="00606D40">
        <w:rPr>
          <w:color w:val="000000"/>
        </w:rPr>
        <w:t>**</w:t>
      </w:r>
      <w:r w:rsidRPr="00606D40">
        <w:rPr>
          <w:b/>
          <w:color w:val="000000"/>
        </w:rPr>
        <w:t>wersja pełna</w:t>
      </w:r>
      <w:r w:rsidRPr="00606D40">
        <w:rPr>
          <w:color w:val="000000"/>
        </w:rPr>
        <w:t xml:space="preserve"> – suma cen jednostkowych brutto następujących pozycji: lunch w wersji pełnej + przerwa kawowa w wersji pełnej + kanapki (4 sztuki/osobę) </w:t>
      </w:r>
    </w:p>
    <w:p w:rsidR="00474B1A" w:rsidRDefault="00474B1A" w:rsidP="00BC0659">
      <w:r>
        <w:t>Ustalenie prawidłowej stawki podatku VAT, zgodnej z obowiązującymi przepisami ustawy o podatku od towarów i usług, należy do Wykonawcy.</w:t>
      </w:r>
    </w:p>
    <w:p w:rsidR="00474B1A" w:rsidRDefault="00474B1A" w:rsidP="00BC0659">
      <w:r>
        <w:t xml:space="preserve">III. Osoba do kontaktu ze strony Wykonawcy w sprawie zamówienia: ……………………………………, </w:t>
      </w:r>
    </w:p>
    <w:p w:rsidR="00474B1A" w:rsidRDefault="00474B1A" w:rsidP="00BC0659">
      <w:r>
        <w:t>tel: ……………….……….., e-mail: …………………….……………</w:t>
      </w:r>
    </w:p>
    <w:p w:rsidR="00474B1A" w:rsidRDefault="00474B1A" w:rsidP="00BC0659"/>
    <w:p w:rsidR="00474B1A" w:rsidRDefault="00474B1A" w:rsidP="00BC0659"/>
    <w:p w:rsidR="00474B1A" w:rsidRDefault="00474B1A" w:rsidP="00BC0659">
      <w:r>
        <w:t xml:space="preserve">…………………………………...                                                        </w:t>
      </w:r>
      <w:r>
        <w:tab/>
      </w:r>
      <w:r>
        <w:tab/>
        <w:t>……………………………………</w:t>
      </w:r>
    </w:p>
    <w:p w:rsidR="00474B1A" w:rsidRDefault="00474B1A" w:rsidP="00BC0659">
      <w:r>
        <w:t xml:space="preserve">      Miejscowość, data                                                                   </w:t>
      </w:r>
      <w:r>
        <w:tab/>
        <w:t xml:space="preserve">podpis i pieczęć Wykonawcy    </w:t>
      </w:r>
    </w:p>
    <w:sectPr w:rsidR="00474B1A" w:rsidSect="0028487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B1A" w:rsidRDefault="00474B1A" w:rsidP="002B39DC">
      <w:pPr>
        <w:spacing w:after="0" w:line="240" w:lineRule="auto"/>
      </w:pPr>
      <w:r>
        <w:separator/>
      </w:r>
    </w:p>
  </w:endnote>
  <w:endnote w:type="continuationSeparator" w:id="0">
    <w:p w:rsidR="00474B1A" w:rsidRDefault="00474B1A" w:rsidP="002B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B1A" w:rsidRDefault="00474B1A" w:rsidP="002B39DC">
      <w:pPr>
        <w:spacing w:after="0" w:line="240" w:lineRule="auto"/>
      </w:pPr>
      <w:r>
        <w:separator/>
      </w:r>
    </w:p>
  </w:footnote>
  <w:footnote w:type="continuationSeparator" w:id="0">
    <w:p w:rsidR="00474B1A" w:rsidRDefault="00474B1A" w:rsidP="002B39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B1A" w:rsidRDefault="00474B1A" w:rsidP="00A753AA">
    <w:pPr>
      <w:pStyle w:val="Header"/>
      <w:jc w:val="right"/>
    </w:pPr>
    <w:r>
      <w:t>Załącznik Nr 1 do rozpoznania cenowego z dnia 28 sierpnia 2015r.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692C5D"/>
    <w:multiLevelType w:val="multilevel"/>
    <w:tmpl w:val="03B482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ind w:left="283" w:hanging="283"/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/>
      </w:rPr>
    </w:lvl>
  </w:abstractNum>
  <w:abstractNum w:abstractNumId="1">
    <w:nsid w:val="523C109C"/>
    <w:multiLevelType w:val="hybridMultilevel"/>
    <w:tmpl w:val="B9B038B0"/>
    <w:lvl w:ilvl="0" w:tplc="63D6880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2160" w:hanging="180"/>
      </w:pPr>
      <w:rPr>
        <w:rFonts w:cs="Times New Roman"/>
      </w:rPr>
    </w:lvl>
    <w:lvl w:ilvl="3" w:tplc="281E950A">
      <w:start w:val="1"/>
      <w:numFmt w:val="lowerLetter"/>
      <w:lvlText w:val="%4."/>
      <w:lvlJc w:val="left"/>
      <w:pPr>
        <w:ind w:left="3360" w:hanging="84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1E30"/>
    <w:rsid w:val="000C0925"/>
    <w:rsid w:val="001215F5"/>
    <w:rsid w:val="00145524"/>
    <w:rsid w:val="00176CF8"/>
    <w:rsid w:val="0028487E"/>
    <w:rsid w:val="002A5917"/>
    <w:rsid w:val="002B39DC"/>
    <w:rsid w:val="002C5F97"/>
    <w:rsid w:val="00354693"/>
    <w:rsid w:val="00474B1A"/>
    <w:rsid w:val="004845E3"/>
    <w:rsid w:val="00521E5F"/>
    <w:rsid w:val="00532823"/>
    <w:rsid w:val="00587ACA"/>
    <w:rsid w:val="005972E2"/>
    <w:rsid w:val="00601FC3"/>
    <w:rsid w:val="00606D40"/>
    <w:rsid w:val="00631E30"/>
    <w:rsid w:val="00784A78"/>
    <w:rsid w:val="007925C8"/>
    <w:rsid w:val="0079699D"/>
    <w:rsid w:val="0082599B"/>
    <w:rsid w:val="0092110F"/>
    <w:rsid w:val="009511C1"/>
    <w:rsid w:val="00A60112"/>
    <w:rsid w:val="00A753AA"/>
    <w:rsid w:val="00A82ED6"/>
    <w:rsid w:val="00B11FEF"/>
    <w:rsid w:val="00B41FDA"/>
    <w:rsid w:val="00B77600"/>
    <w:rsid w:val="00BC0659"/>
    <w:rsid w:val="00C12820"/>
    <w:rsid w:val="00CF30DE"/>
    <w:rsid w:val="00DC3E14"/>
    <w:rsid w:val="00DE4E3F"/>
    <w:rsid w:val="00E32C4A"/>
    <w:rsid w:val="00EC1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E30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C0659"/>
    <w:pPr>
      <w:ind w:left="720"/>
      <w:contextualSpacing/>
    </w:pPr>
    <w:rPr>
      <w:rFonts w:eastAsia="Calibri"/>
      <w:lang w:eastAsia="en-US"/>
    </w:rPr>
  </w:style>
  <w:style w:type="paragraph" w:styleId="Header">
    <w:name w:val="header"/>
    <w:basedOn w:val="Normal"/>
    <w:link w:val="HeaderChar"/>
    <w:uiPriority w:val="99"/>
    <w:rsid w:val="002B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B39DC"/>
    <w:rPr>
      <w:rFonts w:ascii="Calibri" w:hAnsi="Calibri" w:cs="Times New Roman"/>
      <w:lang w:eastAsia="pl-PL"/>
    </w:rPr>
  </w:style>
  <w:style w:type="paragraph" w:styleId="Footer">
    <w:name w:val="footer"/>
    <w:basedOn w:val="Normal"/>
    <w:link w:val="FooterChar"/>
    <w:uiPriority w:val="99"/>
    <w:rsid w:val="002B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B39DC"/>
    <w:rPr>
      <w:rFonts w:ascii="Calibri" w:hAnsi="Calibri" w:cs="Times New Roman"/>
      <w:lang w:eastAsia="pl-PL"/>
    </w:rPr>
  </w:style>
  <w:style w:type="table" w:styleId="TableGrid">
    <w:name w:val="Table Grid"/>
    <w:basedOn w:val="TableNormal"/>
    <w:uiPriority w:val="99"/>
    <w:rsid w:val="00606D40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53282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328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32823"/>
    <w:rPr>
      <w:rFonts w:ascii="Calibri" w:hAnsi="Calibri" w:cs="Times New Roman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328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3282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328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32823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221</Words>
  <Characters>1328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ebylicka</dc:creator>
  <cp:keywords/>
  <dc:description/>
  <cp:lastModifiedBy>enowakowska</cp:lastModifiedBy>
  <cp:revision>2</cp:revision>
  <dcterms:created xsi:type="dcterms:W3CDTF">2015-08-28T09:38:00Z</dcterms:created>
  <dcterms:modified xsi:type="dcterms:W3CDTF">2015-08-28T09:38:00Z</dcterms:modified>
</cp:coreProperties>
</file>